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71C" w:rsidRPr="0073571C" w:rsidRDefault="005E4B67" w:rsidP="005E4B67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5E4B67" w:rsidRPr="005E4B67" w:rsidRDefault="005E4B67" w:rsidP="005E4B67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5E4B67" w:rsidRPr="005E4B67" w:rsidRDefault="005E4B67" w:rsidP="005E4B67">
      <w:pPr>
        <w:pStyle w:val="Nadpis5"/>
        <w:spacing w:before="120"/>
      </w:pPr>
      <w:r w:rsidRPr="005E4B67">
        <w:t>Účastník: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5E4B67" w:rsidRPr="005E4B67" w:rsidRDefault="005E4B67" w:rsidP="00BC11E5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</w:r>
      <w:r w:rsidR="00BC11E5">
        <w:t>…………</w:t>
      </w:r>
    </w:p>
    <w:p w:rsidR="005E4B67" w:rsidRPr="005E4B67" w:rsidRDefault="005E4B67" w:rsidP="00DE5785">
      <w:pPr>
        <w:spacing w:before="240" w:after="0"/>
        <w:jc w:val="both"/>
      </w:pPr>
      <w:r w:rsidRPr="005E4B67">
        <w:t>který podává nabídku na sektorovou veřejnou zakázku s </w:t>
      </w:r>
      <w:r w:rsidRPr="00D45182">
        <w:rPr>
          <w:color w:val="000000" w:themeColor="text1"/>
        </w:rPr>
        <w:t xml:space="preserve">názvem </w:t>
      </w:r>
      <w:bookmarkStart w:id="0" w:name="_Toc403053768"/>
      <w:r w:rsidRPr="00D45182">
        <w:rPr>
          <w:b/>
          <w:color w:val="000000" w:themeColor="text1"/>
        </w:rPr>
        <w:t>„</w:t>
      </w:r>
      <w:bookmarkEnd w:id="0"/>
      <w:r w:rsidR="00886F99" w:rsidRPr="00886F99">
        <w:rPr>
          <w:b/>
          <w:bCs/>
          <w:color w:val="000000" w:themeColor="text1"/>
        </w:rPr>
        <w:t>Obvod OŘ Praha - oprava (výtahy, plošiny v obvodu OŘ Praha) - UTZ 01-211 nákladní výtah 2</w:t>
      </w:r>
      <w:r w:rsidRPr="00254C67">
        <w:rPr>
          <w:b/>
          <w:color w:val="000000" w:themeColor="text1"/>
        </w:rPr>
        <w:t>“</w:t>
      </w:r>
      <w:r w:rsidRPr="00254C67">
        <w:rPr>
          <w:color w:val="000000" w:themeColor="text1"/>
        </w:rPr>
        <w:t xml:space="preserve">, </w:t>
      </w:r>
      <w:bookmarkStart w:id="1" w:name="_GoBack"/>
      <w:bookmarkEnd w:id="1"/>
      <w:r w:rsidR="00BD5339" w:rsidRPr="00A360B9">
        <w:rPr>
          <w:color w:val="000000" w:themeColor="text1"/>
        </w:rPr>
        <w:t>č. j.</w:t>
      </w:r>
      <w:r w:rsidR="00254C67" w:rsidRPr="00A360B9">
        <w:rPr>
          <w:color w:val="000000" w:themeColor="text1"/>
        </w:rPr>
        <w:t xml:space="preserve"> </w:t>
      </w:r>
      <w:r w:rsidR="00A360B9" w:rsidRPr="00A360B9">
        <w:rPr>
          <w:color w:val="000000" w:themeColor="text1"/>
        </w:rPr>
        <w:t xml:space="preserve">32209/2019-SŽDC-OŘ PHA-OVZ </w:t>
      </w:r>
      <w:r w:rsidRPr="005E4B67">
        <w:t>tímto čestně prohlašuje, že je účastníkem, který</w:t>
      </w:r>
    </w:p>
    <w:p w:rsidR="005E4B67" w:rsidRPr="005E4B67" w:rsidRDefault="005E4B67" w:rsidP="00DE578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</w:pPr>
      <w:r w:rsidRPr="005E4B67">
        <w:t>a)</w:t>
      </w:r>
      <w:r w:rsidR="00BC11E5"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2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 w:rsidR="00BC11E5">
        <w:t>zeným odsouzením se nepřihlíží.</w:t>
      </w:r>
    </w:p>
    <w:p w:rsidR="005E4B67" w:rsidRPr="005E4B67" w:rsidRDefault="005E4B67" w:rsidP="00DE5785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</w:pPr>
      <w:r w:rsidRPr="005E4B67">
        <w:t>Výše uvedenou podmínku splňuje jak účastník, tak každý člen jeho statutárního orgánu.</w:t>
      </w:r>
    </w:p>
    <w:p w:rsidR="005E4B67" w:rsidRPr="005E4B67" w:rsidRDefault="005E4B67" w:rsidP="00DE578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</w:pPr>
      <w:r w:rsidRPr="005E4B67">
        <w:t>b)</w:t>
      </w:r>
      <w:r w:rsidR="00BC11E5">
        <w:tab/>
      </w:r>
      <w:r w:rsidRPr="005E4B67">
        <w:t xml:space="preserve">nemá v České republice nebo v zemi svého sídla v evidenci daní zachycen splatný daňový nedoplatek, </w:t>
      </w:r>
    </w:p>
    <w:p w:rsidR="005E4B67" w:rsidRPr="005E4B67" w:rsidRDefault="00BC11E5" w:rsidP="00DE578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</w:pPr>
      <w:r>
        <w:t>c)</w:t>
      </w:r>
      <w:r>
        <w:tab/>
      </w:r>
      <w:r w:rsidR="005E4B67" w:rsidRPr="005E4B67">
        <w:t xml:space="preserve">nemá v České republice nebo v zemi svého sídla splatný nedoplatek na pojistném nebo na penále na veřejné zdravotní pojištění, </w:t>
      </w:r>
    </w:p>
    <w:p w:rsidR="005E4B67" w:rsidRPr="005E4B67" w:rsidRDefault="005E4B67" w:rsidP="00DE578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</w:pPr>
      <w:r w:rsidRPr="005E4B67">
        <w:t>d)</w:t>
      </w:r>
      <w:r w:rsidR="00BC11E5"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5E4B67" w:rsidRPr="005E4B67" w:rsidRDefault="00BC11E5" w:rsidP="00DE578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</w:pPr>
      <w:r>
        <w:t>e)</w:t>
      </w:r>
      <w:r>
        <w:tab/>
      </w:r>
      <w:r w:rsidR="005E4B67" w:rsidRPr="005E4B67">
        <w:t xml:space="preserve">není v likvidaci, proti </w:t>
      </w:r>
      <w:proofErr w:type="gramStart"/>
      <w:r w:rsidR="005E4B67" w:rsidRPr="005E4B67">
        <w:t>němuž</w:t>
      </w:r>
      <w:proofErr w:type="gramEnd"/>
      <w:r w:rsidR="005E4B67"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5E4B67" w:rsidRPr="005E4B67" w:rsidRDefault="005E4B67" w:rsidP="00756DB0">
      <w:pPr>
        <w:tabs>
          <w:tab w:val="num" w:pos="360"/>
        </w:tabs>
        <w:ind w:left="360"/>
      </w:pP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</w:p>
    <w:p w:rsidR="005E4B67" w:rsidRPr="005E4B67" w:rsidRDefault="006D2BB5" w:rsidP="00756DB0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  <w:r w:rsidRPr="005E4B67">
        <w:t>Jméno a podpis osoby oprávněné jednat jménem či za účastníka</w:t>
      </w:r>
    </w:p>
    <w:p w:rsidR="009F392E" w:rsidRPr="0073571C" w:rsidRDefault="009F392E" w:rsidP="005E4B67">
      <w:pPr>
        <w:overflowPunct w:val="0"/>
        <w:autoSpaceDE w:val="0"/>
        <w:autoSpaceDN w:val="0"/>
        <w:spacing w:after="0"/>
        <w:rPr>
          <w:rFonts w:cs="Arial"/>
        </w:rPr>
      </w:pPr>
    </w:p>
    <w:sectPr w:rsidR="009F392E" w:rsidRPr="0073571C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8BE" w:rsidRDefault="00C438BE" w:rsidP="00962258">
      <w:pPr>
        <w:spacing w:after="0" w:line="240" w:lineRule="auto"/>
      </w:pPr>
      <w:r>
        <w:separator/>
      </w:r>
    </w:p>
  </w:endnote>
  <w:endnote w:type="continuationSeparator" w:id="0">
    <w:p w:rsidR="00C438BE" w:rsidRDefault="00C438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811AB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4B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fldSimple w:instr=" NUMPAGES   \* MERGEFORMAT ">
            <w:r w:rsidR="00DE5785" w:rsidRPr="00DE5785">
              <w:rPr>
                <w:rStyle w:val="slostrnky"/>
                <w:noProof/>
              </w:rPr>
              <w:t>1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DF268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6124C40C" wp14:editId="5A81E8E2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44D00EDA" wp14:editId="7CD6987C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811AB0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53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fldSimple w:instr=" NUMPAGES   \* MERGEFORMAT ">
            <w:r w:rsidR="00BD5339" w:rsidRPr="00BD5339">
              <w:rPr>
                <w:rStyle w:val="slostrnky"/>
                <w:noProof/>
              </w:rPr>
              <w:t>1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73571C" w:rsidP="00460660">
          <w:pPr>
            <w:pStyle w:val="Zpat"/>
          </w:pPr>
          <w:r>
            <w:t>Oblastní ředitelství Praha</w:t>
          </w:r>
        </w:p>
        <w:p w:rsidR="0073571C" w:rsidRDefault="0073571C" w:rsidP="00460660">
          <w:pPr>
            <w:pStyle w:val="Zpat"/>
          </w:pPr>
          <w:r>
            <w:t>Partyzánská 24</w:t>
          </w:r>
        </w:p>
        <w:p w:rsidR="0073571C" w:rsidRDefault="0073571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DF268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7F18F1EB" wp14:editId="7B05CBEA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286CC07A" wp14:editId="6F20D485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8BE" w:rsidRDefault="00C438BE" w:rsidP="00962258">
      <w:pPr>
        <w:spacing w:after="0" w:line="240" w:lineRule="auto"/>
      </w:pPr>
      <w:r>
        <w:separator/>
      </w:r>
    </w:p>
  </w:footnote>
  <w:footnote w:type="continuationSeparator" w:id="0">
    <w:p w:rsidR="00C438BE" w:rsidRDefault="00C438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7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87"/>
      <w:gridCol w:w="3523"/>
      <w:gridCol w:w="5807"/>
    </w:tblGrid>
    <w:tr w:rsidR="00F1715C" w:rsidTr="00A0299A">
      <w:trPr>
        <w:trHeight w:hRule="exact" w:val="566"/>
      </w:trPr>
      <w:tc>
        <w:tcPr>
          <w:tcW w:w="1387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523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807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A0299A">
      <w:trPr>
        <w:trHeight w:hRule="exact" w:val="651"/>
      </w:trPr>
      <w:tc>
        <w:tcPr>
          <w:tcW w:w="1387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523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807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68"/>
    <w:rsid w:val="00072C1E"/>
    <w:rsid w:val="000E23A7"/>
    <w:rsid w:val="0010693F"/>
    <w:rsid w:val="00114472"/>
    <w:rsid w:val="001550BC"/>
    <w:rsid w:val="001605B9"/>
    <w:rsid w:val="00161BC8"/>
    <w:rsid w:val="00170EC5"/>
    <w:rsid w:val="001747C1"/>
    <w:rsid w:val="00184743"/>
    <w:rsid w:val="00207DF5"/>
    <w:rsid w:val="00254C67"/>
    <w:rsid w:val="00280E07"/>
    <w:rsid w:val="002C31BF"/>
    <w:rsid w:val="002D08B1"/>
    <w:rsid w:val="002E0CD7"/>
    <w:rsid w:val="00341DCF"/>
    <w:rsid w:val="00357BC6"/>
    <w:rsid w:val="003956C6"/>
    <w:rsid w:val="003C291E"/>
    <w:rsid w:val="00441430"/>
    <w:rsid w:val="00450F07"/>
    <w:rsid w:val="00453CD3"/>
    <w:rsid w:val="00460660"/>
    <w:rsid w:val="004649CA"/>
    <w:rsid w:val="00486107"/>
    <w:rsid w:val="00491827"/>
    <w:rsid w:val="004A2568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C3E28"/>
    <w:rsid w:val="005E4B67"/>
    <w:rsid w:val="005F1404"/>
    <w:rsid w:val="0061068E"/>
    <w:rsid w:val="00660AD3"/>
    <w:rsid w:val="006670BB"/>
    <w:rsid w:val="00677B7F"/>
    <w:rsid w:val="006A5570"/>
    <w:rsid w:val="006A689C"/>
    <w:rsid w:val="006B3D79"/>
    <w:rsid w:val="006D2BB5"/>
    <w:rsid w:val="006D7AFE"/>
    <w:rsid w:val="006E0578"/>
    <w:rsid w:val="006E314D"/>
    <w:rsid w:val="00710723"/>
    <w:rsid w:val="00723ED1"/>
    <w:rsid w:val="0073571C"/>
    <w:rsid w:val="00743525"/>
    <w:rsid w:val="00756DB0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1AB0"/>
    <w:rsid w:val="008659F3"/>
    <w:rsid w:val="00886D4B"/>
    <w:rsid w:val="00886F99"/>
    <w:rsid w:val="00895406"/>
    <w:rsid w:val="008A3568"/>
    <w:rsid w:val="008D03B9"/>
    <w:rsid w:val="008D2627"/>
    <w:rsid w:val="008F18D6"/>
    <w:rsid w:val="00904780"/>
    <w:rsid w:val="00916D4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299A"/>
    <w:rsid w:val="00A360B9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C11E5"/>
    <w:rsid w:val="00BD5339"/>
    <w:rsid w:val="00BD7E91"/>
    <w:rsid w:val="00C02D0A"/>
    <w:rsid w:val="00C03A6E"/>
    <w:rsid w:val="00C438BE"/>
    <w:rsid w:val="00C44F6A"/>
    <w:rsid w:val="00C47AE3"/>
    <w:rsid w:val="00CD1FC4"/>
    <w:rsid w:val="00D21061"/>
    <w:rsid w:val="00D4108E"/>
    <w:rsid w:val="00D45182"/>
    <w:rsid w:val="00D6163D"/>
    <w:rsid w:val="00D831A3"/>
    <w:rsid w:val="00DC75F3"/>
    <w:rsid w:val="00DD46F3"/>
    <w:rsid w:val="00DE56F2"/>
    <w:rsid w:val="00DE5785"/>
    <w:rsid w:val="00DF116D"/>
    <w:rsid w:val="00DF2681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4A6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ocha\V&#353;e%20k%20vyps&#225;n&#237;%20z&#225;loha\NOV&#201;%20LOGO\_V&#353;e%20k%20vyps&#225;n&#237;%20VZ%20od%201.2.2019%20E-ZAK\Hotov&#233;\&#268;P%20o%20spln&#283;n&#237;%20z&#225;kladn&#237;%20zp&#367;sobilosti%20&#167;74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sharepoint/v3/field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980B4D-F512-4FA1-86AC-2032EEEEA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ČP o splnění základní způsobilosti §74</Template>
  <TotalTime>3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 Pavel, Ing.</dc:creator>
  <cp:lastModifiedBy>Lyžbická Kristýna, Mgr.</cp:lastModifiedBy>
  <cp:revision>9</cp:revision>
  <cp:lastPrinted>2019-07-04T12:07:00Z</cp:lastPrinted>
  <dcterms:created xsi:type="dcterms:W3CDTF">2019-06-03T08:17:00Z</dcterms:created>
  <dcterms:modified xsi:type="dcterms:W3CDTF">2019-07-08T10:24:00Z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